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21A7" w14:textId="77777777" w:rsidR="007704B7" w:rsidRDefault="007704B7" w:rsidP="001B45D4">
      <w:pPr>
        <w:pStyle w:val="CE-StandardText"/>
        <w:spacing w:before="0"/>
        <w:jc w:val="left"/>
        <w:rPr>
          <w:rFonts w:ascii="Calibri" w:hAnsi="Calibri" w:cs="Calibri"/>
          <w:b/>
          <w:color w:val="0D0D0D" w:themeColor="text1" w:themeTint="F2"/>
          <w:sz w:val="32"/>
          <w:szCs w:val="32"/>
        </w:rPr>
      </w:pPr>
    </w:p>
    <w:p w14:paraId="6EDFD273" w14:textId="2109E183" w:rsidR="009E7B19" w:rsidRDefault="00857D04" w:rsidP="001B45D4">
      <w:pPr>
        <w:pStyle w:val="CE-StandardText"/>
        <w:spacing w:before="0"/>
        <w:jc w:val="left"/>
        <w:rPr>
          <w:rFonts w:ascii="Calibri" w:hAnsi="Calibri" w:cs="Calibri"/>
          <w:b/>
          <w:color w:val="0D0D0D" w:themeColor="text1" w:themeTint="F2"/>
          <w:sz w:val="32"/>
          <w:szCs w:val="32"/>
        </w:rPr>
      </w:pPr>
      <w:r w:rsidRPr="00857D04">
        <w:rPr>
          <w:rFonts w:ascii="Calibri" w:hAnsi="Calibri" w:cs="Calibri"/>
          <w:b/>
          <w:color w:val="0D0D0D" w:themeColor="text1" w:themeTint="F2"/>
          <w:sz w:val="32"/>
          <w:szCs w:val="32"/>
        </w:rPr>
        <w:t>REQUEST FOR MODIFICATION FORM</w:t>
      </w:r>
      <w:r>
        <w:rPr>
          <w:rFonts w:ascii="Calibri" w:hAnsi="Calibri" w:cs="Calibri"/>
          <w:b/>
          <w:color w:val="0D0D0D" w:themeColor="text1" w:themeTint="F2"/>
          <w:sz w:val="32"/>
          <w:szCs w:val="32"/>
        </w:rPr>
        <w:t xml:space="preserve"> </w:t>
      </w:r>
    </w:p>
    <w:p w14:paraId="355188A0" w14:textId="77777777" w:rsidR="001B45D4" w:rsidRPr="00857D04" w:rsidRDefault="001B45D4" w:rsidP="001B45D4">
      <w:pPr>
        <w:pStyle w:val="CE-StandardText"/>
        <w:spacing w:before="0"/>
        <w:jc w:val="left"/>
        <w:rPr>
          <w:rFonts w:ascii="Calibri" w:hAnsi="Calibri" w:cs="Calibri"/>
          <w:b/>
          <w:color w:val="0D0D0D" w:themeColor="text1" w:themeTint="F2"/>
          <w:sz w:val="32"/>
          <w:szCs w:val="32"/>
        </w:rPr>
      </w:pPr>
    </w:p>
    <w:tbl>
      <w:tblPr>
        <w:tblStyle w:val="GridTable4-Accent6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5" w:themeFillTint="33"/>
        <w:tblLook w:val="0480" w:firstRow="0" w:lastRow="0" w:firstColumn="1" w:lastColumn="0" w:noHBand="0" w:noVBand="1"/>
      </w:tblPr>
      <w:tblGrid>
        <w:gridCol w:w="3799"/>
        <w:gridCol w:w="5948"/>
      </w:tblGrid>
      <w:tr w:rsidR="004E785E" w:rsidRPr="00857D04" w14:paraId="0B65F41D" w14:textId="77777777" w:rsidTr="0021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DEEAF6" w:themeFill="accent5" w:themeFillTint="33"/>
          </w:tcPr>
          <w:p w14:paraId="1B998036" w14:textId="77777777" w:rsidR="004E785E" w:rsidRPr="00857D04" w:rsidRDefault="004E785E" w:rsidP="001B45D4">
            <w:pPr>
              <w:spacing w:before="0"/>
              <w:ind w:left="0" w:right="0"/>
              <w:jc w:val="left"/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</w:pPr>
            <w:r w:rsidRPr="00857D04"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t xml:space="preserve">Project </w:t>
            </w:r>
            <w:r w:rsidR="00993AB5" w:rsidRPr="00857D04"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t>ID and A</w:t>
            </w:r>
            <w:r w:rsidRPr="00857D04"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t>cronym</w:t>
            </w:r>
          </w:p>
        </w:tc>
        <w:tc>
          <w:tcPr>
            <w:tcW w:w="5948" w:type="dxa"/>
            <w:shd w:val="clear" w:color="auto" w:fill="DEEAF6" w:themeFill="accent5" w:themeFillTint="33"/>
          </w:tcPr>
          <w:p w14:paraId="6AD869F6" w14:textId="77777777" w:rsidR="004E785E" w:rsidRPr="00857D04" w:rsidRDefault="004E785E" w:rsidP="001B45D4">
            <w:pPr>
              <w:spacing w:before="0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4E785E" w:rsidRPr="00857D04" w14:paraId="1787B51A" w14:textId="77777777" w:rsidTr="00211C7E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DEEAF6" w:themeFill="accent5" w:themeFillTint="33"/>
          </w:tcPr>
          <w:p w14:paraId="6152A5D2" w14:textId="77777777" w:rsidR="00160B7B" w:rsidRPr="00857D04" w:rsidRDefault="004E785E" w:rsidP="001B45D4">
            <w:pPr>
              <w:spacing w:before="0"/>
              <w:ind w:left="0" w:right="0"/>
              <w:jc w:val="left"/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</w:pPr>
            <w:r w:rsidRPr="00857D04"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t>Lead partner</w:t>
            </w:r>
          </w:p>
        </w:tc>
        <w:tc>
          <w:tcPr>
            <w:tcW w:w="5948" w:type="dxa"/>
            <w:shd w:val="clear" w:color="auto" w:fill="DEEAF6" w:themeFill="accent5" w:themeFillTint="33"/>
          </w:tcPr>
          <w:p w14:paraId="3AB0465A" w14:textId="77777777" w:rsidR="004E785E" w:rsidRPr="00857D04" w:rsidRDefault="004E785E" w:rsidP="001B45D4">
            <w:pPr>
              <w:spacing w:before="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</w:p>
        </w:tc>
      </w:tr>
      <w:tr w:rsidR="004E785E" w:rsidRPr="00857D04" w14:paraId="1823EC1B" w14:textId="77777777" w:rsidTr="0021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DEEAF6" w:themeFill="accent5" w:themeFillTint="33"/>
          </w:tcPr>
          <w:p w14:paraId="4C3B6815" w14:textId="77777777" w:rsidR="004E785E" w:rsidRPr="00857D04" w:rsidRDefault="004E785E" w:rsidP="001B45D4">
            <w:pPr>
              <w:spacing w:before="0"/>
              <w:ind w:left="0" w:right="0"/>
              <w:jc w:val="left"/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</w:pPr>
            <w:r w:rsidRPr="00857D04"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t>Type of modification requested</w:t>
            </w:r>
          </w:p>
        </w:tc>
        <w:tc>
          <w:tcPr>
            <w:tcW w:w="5948" w:type="dxa"/>
            <w:shd w:val="clear" w:color="auto" w:fill="DEEAF6" w:themeFill="accent5" w:themeFillTint="33"/>
          </w:tcPr>
          <w:p w14:paraId="1E14CBF7" w14:textId="77777777" w:rsidR="004E785E" w:rsidRPr="00857D04" w:rsidRDefault="004E785E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shd w:val="clear" w:color="auto" w:fill="FFFFFF" w:themeFill="background1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857D04">
              <w:rPr>
                <w:rFonts w:ascii="Calibri" w:hAnsi="Calibri" w:cs="Calibri"/>
                <w:sz w:val="22"/>
                <w:szCs w:val="22"/>
                <w:shd w:val="clear" w:color="auto" w:fill="FFFFFF" w:themeFill="background1"/>
                <w:lang w:val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  <w:shd w:val="clear" w:color="auto" w:fill="FFFFFF" w:themeFill="background1"/>
                <w:lang w:val="en-US"/>
              </w:rPr>
            </w:r>
            <w:r w:rsidR="00000000">
              <w:rPr>
                <w:rFonts w:ascii="Calibri" w:hAnsi="Calibri" w:cs="Calibri"/>
                <w:sz w:val="22"/>
                <w:szCs w:val="22"/>
                <w:shd w:val="clear" w:color="auto" w:fill="FFFFFF" w:themeFill="background1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shd w:val="clear" w:color="auto" w:fill="FFFFFF" w:themeFill="background1"/>
                <w:lang w:val="en-US"/>
              </w:rPr>
              <w:fldChar w:fldCharType="end"/>
            </w:r>
            <w:bookmarkEnd w:id="0"/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160B7B" w:rsidRPr="00857D04">
              <w:rPr>
                <w:rFonts w:ascii="Calibri" w:hAnsi="Calibri" w:cs="Calibri"/>
                <w:sz w:val="22"/>
                <w:szCs w:val="22"/>
                <w:lang w:val="en-US"/>
              </w:rPr>
              <w:t>Change of End-Date/Duration</w:t>
            </w:r>
          </w:p>
          <w:p w14:paraId="1EE19082" w14:textId="7375B611" w:rsidR="004E785E" w:rsidRPr="00857D04" w:rsidRDefault="004E785E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  <w:lang w:val="en-US"/>
              </w:rPr>
            </w:r>
            <w:r w:rsidR="00000000">
              <w:rPr>
                <w:rFonts w:ascii="Calibri" w:hAnsi="Calibri" w:cs="Calibri"/>
                <w:sz w:val="22"/>
                <w:szCs w:val="22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end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160B7B"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Change of Project </w:t>
            </w:r>
            <w:r w:rsidR="00514AF8" w:rsidRPr="004B529F">
              <w:rPr>
                <w:rFonts w:ascii="Calibri" w:hAnsi="Calibri" w:cs="Calibri"/>
                <w:sz w:val="22"/>
                <w:szCs w:val="22"/>
                <w:lang w:val="en-US"/>
              </w:rPr>
              <w:t>Outputs/</w:t>
            </w:r>
            <w:r w:rsidR="00160B7B" w:rsidRPr="004B529F">
              <w:rPr>
                <w:rFonts w:ascii="Calibri" w:hAnsi="Calibri" w:cs="Calibri"/>
                <w:sz w:val="22"/>
                <w:szCs w:val="22"/>
                <w:lang w:val="en-US"/>
              </w:rPr>
              <w:t>Result</w:t>
            </w:r>
            <w:r w:rsidR="00514AF8" w:rsidRPr="004B529F">
              <w:rPr>
                <w:rFonts w:ascii="Calibri" w:hAnsi="Calibri" w:cs="Calibri"/>
                <w:sz w:val="22"/>
                <w:szCs w:val="22"/>
                <w:lang w:val="en-US"/>
              </w:rPr>
              <w:t>s</w:t>
            </w:r>
          </w:p>
          <w:p w14:paraId="4E719388" w14:textId="77777777" w:rsidR="004E785E" w:rsidRPr="00857D04" w:rsidRDefault="004E785E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  <w:lang w:val="en-US"/>
              </w:rPr>
            </w:r>
            <w:r w:rsidR="00000000">
              <w:rPr>
                <w:rFonts w:ascii="Calibri" w:hAnsi="Calibri" w:cs="Calibri"/>
                <w:sz w:val="22"/>
                <w:szCs w:val="22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end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160B7B" w:rsidRPr="00857D04">
              <w:rPr>
                <w:rFonts w:ascii="Calibri" w:hAnsi="Calibri" w:cs="Calibri"/>
                <w:sz w:val="22"/>
                <w:szCs w:val="22"/>
                <w:lang w:val="en-US"/>
              </w:rPr>
              <w:t>Change of Partnership</w:t>
            </w:r>
          </w:p>
          <w:p w14:paraId="7635AD1B" w14:textId="77777777" w:rsidR="00857D04" w:rsidRPr="00857D04" w:rsidRDefault="004E785E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  <w:lang w:val="en-US"/>
              </w:rPr>
            </w:r>
            <w:r w:rsidR="00000000">
              <w:rPr>
                <w:rFonts w:ascii="Calibri" w:hAnsi="Calibri" w:cs="Calibri"/>
                <w:sz w:val="22"/>
                <w:szCs w:val="22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end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160B7B" w:rsidRPr="00857D04">
              <w:rPr>
                <w:rFonts w:ascii="Calibri" w:hAnsi="Calibri" w:cs="Calibri"/>
                <w:sz w:val="22"/>
                <w:szCs w:val="22"/>
                <w:lang w:val="en-US"/>
              </w:rPr>
              <w:t>Change of Budget</w:t>
            </w:r>
          </w:p>
          <w:p w14:paraId="043EE9CF" w14:textId="3E9155B6" w:rsidR="00857D04" w:rsidRPr="00857D04" w:rsidRDefault="00993AB5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  <w:lang w:val="en-US"/>
              </w:rPr>
            </w:r>
            <w:r w:rsidR="00000000">
              <w:rPr>
                <w:rFonts w:ascii="Calibri" w:hAnsi="Calibri" w:cs="Calibri"/>
                <w:sz w:val="22"/>
                <w:szCs w:val="22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end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160B7B" w:rsidRPr="00857D04">
              <w:rPr>
                <w:rFonts w:ascii="Calibri" w:hAnsi="Calibri" w:cs="Calibri"/>
                <w:sz w:val="22"/>
                <w:szCs w:val="22"/>
                <w:lang w:val="en-US"/>
              </w:rPr>
              <w:t>Change of Activities</w:t>
            </w:r>
            <w:r w:rsidR="00C046D1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/ </w:t>
            </w:r>
            <w:proofErr w:type="spellStart"/>
            <w:r w:rsidR="00C046D1">
              <w:rPr>
                <w:rFonts w:ascii="Calibri" w:hAnsi="Calibri" w:cs="Calibri"/>
                <w:sz w:val="22"/>
                <w:szCs w:val="22"/>
                <w:lang w:val="en-US"/>
              </w:rPr>
              <w:t>Deliverabels</w:t>
            </w:r>
            <w:proofErr w:type="spellEnd"/>
          </w:p>
          <w:p w14:paraId="65B7146E" w14:textId="77777777" w:rsidR="00993AB5" w:rsidRDefault="00993AB5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  <w:lang w:val="en-US"/>
              </w:rPr>
            </w:r>
            <w:r w:rsidR="00000000">
              <w:rPr>
                <w:rFonts w:ascii="Calibri" w:hAnsi="Calibri" w:cs="Calibri"/>
                <w:sz w:val="22"/>
                <w:szCs w:val="22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end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160B7B" w:rsidRPr="00857D04">
              <w:rPr>
                <w:rFonts w:ascii="Calibri" w:hAnsi="Calibri" w:cs="Calibri"/>
                <w:sz w:val="22"/>
                <w:szCs w:val="22"/>
                <w:lang w:val="en-US"/>
              </w:rPr>
              <w:t>Change of Periods</w:t>
            </w:r>
          </w:p>
          <w:p w14:paraId="7C9C6D8E" w14:textId="57D84D18" w:rsidR="001063BC" w:rsidRPr="00514AF8" w:rsidRDefault="001063BC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  <w:lang w:val="en-US"/>
              </w:rPr>
            </w:r>
            <w:r w:rsidR="00000000">
              <w:rPr>
                <w:rFonts w:ascii="Calibri" w:hAnsi="Calibri" w:cs="Calibri"/>
                <w:sz w:val="22"/>
                <w:szCs w:val="22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end"/>
            </w:r>
            <w:r w:rsidRPr="001063B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Change</w:t>
            </w:r>
            <w:r w:rsidR="00A375C5">
              <w:rPr>
                <w:rFonts w:ascii="Calibri" w:hAnsi="Calibri" w:cs="Calibri"/>
                <w:sz w:val="22"/>
                <w:szCs w:val="22"/>
                <w:lang w:val="en-US"/>
              </w:rPr>
              <w:t>s related to</w:t>
            </w:r>
            <w:r w:rsidRPr="001063B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location</w:t>
            </w:r>
            <w:r w:rsidR="00514AF8">
              <w:rPr>
                <w:rFonts w:ascii="Calibri" w:hAnsi="Calibri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="00514AF8" w:rsidRPr="00A375C5">
              <w:rPr>
                <w:rFonts w:ascii="Calibri" w:hAnsi="Calibri" w:cs="Calibri"/>
                <w:sz w:val="22"/>
                <w:szCs w:val="22"/>
                <w:lang w:val="en-US"/>
              </w:rPr>
              <w:t xml:space="preserve">and/or type of </w:t>
            </w:r>
            <w:r w:rsidR="002345A5" w:rsidRPr="00A375C5">
              <w:rPr>
                <w:rFonts w:ascii="Calibri" w:hAnsi="Calibri" w:cs="Calibri"/>
                <w:sz w:val="22"/>
                <w:szCs w:val="22"/>
                <w:lang w:val="en-US"/>
              </w:rPr>
              <w:t>I</w:t>
            </w:r>
            <w:r w:rsidR="00514AF8" w:rsidRPr="00A375C5">
              <w:rPr>
                <w:rFonts w:ascii="Calibri" w:hAnsi="Calibri" w:cs="Calibri"/>
                <w:sz w:val="22"/>
                <w:szCs w:val="22"/>
                <w:lang w:val="en-US"/>
              </w:rPr>
              <w:t>nvestment</w:t>
            </w:r>
          </w:p>
        </w:tc>
      </w:tr>
    </w:tbl>
    <w:tbl>
      <w:tblPr>
        <w:tblStyle w:val="GridTable2-Accent61"/>
        <w:tblW w:w="9747" w:type="dxa"/>
        <w:tblLook w:val="0420" w:firstRow="1" w:lastRow="0" w:firstColumn="0" w:lastColumn="0" w:noHBand="0" w:noVBand="1"/>
      </w:tblPr>
      <w:tblGrid>
        <w:gridCol w:w="9747"/>
      </w:tblGrid>
      <w:tr w:rsidR="004E785E" w:rsidRPr="00857D04" w14:paraId="7B3962B4" w14:textId="77777777" w:rsidTr="00211C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</w:trPr>
        <w:tc>
          <w:tcPr>
            <w:tcW w:w="9747" w:type="dxa"/>
            <w:tcBorders>
              <w:bottom w:val="single" w:sz="4" w:space="0" w:color="auto"/>
            </w:tcBorders>
          </w:tcPr>
          <w:p w14:paraId="44BD671E" w14:textId="77777777" w:rsidR="00F17EFC" w:rsidRDefault="00F17EFC" w:rsidP="001B45D4">
            <w:pPr>
              <w:pStyle w:val="CE-StandardText"/>
              <w:spacing w:before="0"/>
              <w:jc w:val="left"/>
              <w:rPr>
                <w:rFonts w:ascii="Calibri" w:eastAsiaTheme="minorHAnsi" w:hAnsi="Calibri" w:cs="Calibri"/>
                <w:b w:val="0"/>
                <w:bCs w:val="0"/>
                <w:iCs/>
                <w:noProof/>
                <w:color w:val="auto"/>
                <w:sz w:val="22"/>
                <w:szCs w:val="22"/>
                <w:lang w:eastAsia="de-AT"/>
              </w:rPr>
            </w:pPr>
          </w:p>
          <w:p w14:paraId="352583AD" w14:textId="62ADE880" w:rsidR="004E785E" w:rsidRPr="00857D04" w:rsidRDefault="004E785E" w:rsidP="001B45D4">
            <w:pPr>
              <w:pStyle w:val="CE-StandardText"/>
              <w:spacing w:before="0"/>
              <w:jc w:val="left"/>
              <w:rPr>
                <w:rFonts w:ascii="Calibri" w:eastAsiaTheme="minorHAnsi" w:hAnsi="Calibri" w:cs="Calibri"/>
                <w:iCs/>
                <w:noProof/>
                <w:color w:val="auto"/>
                <w:sz w:val="22"/>
                <w:szCs w:val="22"/>
                <w:lang w:eastAsia="de-AT"/>
              </w:rPr>
            </w:pPr>
            <w:r w:rsidRPr="00857D04">
              <w:rPr>
                <w:rFonts w:ascii="Calibri" w:eastAsiaTheme="minorHAnsi" w:hAnsi="Calibri" w:cs="Calibri"/>
                <w:iCs/>
                <w:noProof/>
                <w:color w:val="auto"/>
                <w:sz w:val="22"/>
                <w:szCs w:val="22"/>
                <w:lang w:eastAsia="de-AT"/>
              </w:rPr>
              <w:t>Subject of modification request</w:t>
            </w:r>
          </w:p>
        </w:tc>
      </w:tr>
      <w:tr w:rsidR="004E785E" w:rsidRPr="00857D04" w14:paraId="64896D7E" w14:textId="77777777" w:rsidTr="0021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38C91F1" w14:textId="77777777" w:rsidR="004E785E" w:rsidRDefault="004E785E" w:rsidP="001B45D4">
            <w:pPr>
              <w:pStyle w:val="CE-TableStandard"/>
              <w:spacing w:before="0" w:line="276" w:lineRule="auto"/>
              <w:rPr>
                <w:rFonts w:ascii="Calibri" w:hAnsi="Calibri" w:cs="Calibri"/>
                <w:i/>
                <w:color w:val="auto"/>
                <w:sz w:val="22"/>
                <w:szCs w:val="22"/>
              </w:rPr>
            </w:pPr>
            <w:bookmarkStart w:id="1" w:name="_Hlk176521902"/>
            <w:r w:rsidRPr="00857D04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Max. 200 characters </w:t>
            </w:r>
          </w:p>
          <w:p w14:paraId="22C7C2D0" w14:textId="77777777" w:rsidR="00003D3C" w:rsidRPr="00003D3C" w:rsidRDefault="00003D3C" w:rsidP="001B45D4">
            <w:pPr>
              <w:pStyle w:val="CE-TableStandard"/>
              <w:spacing w:before="0" w:line="276" w:lineRule="auto"/>
              <w:rPr>
                <w:rFonts w:ascii="Calibri" w:hAnsi="Calibri" w:cs="Calibri"/>
                <w:i/>
                <w:color w:val="auto"/>
                <w:sz w:val="22"/>
                <w:szCs w:val="22"/>
              </w:rPr>
            </w:pPr>
          </w:p>
        </w:tc>
      </w:tr>
      <w:bookmarkEnd w:id="1"/>
      <w:tr w:rsidR="00003D3C" w:rsidRPr="00857D04" w14:paraId="65F4C3E0" w14:textId="77777777" w:rsidTr="00211C7E">
        <w:trPr>
          <w:trHeight w:val="422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14:paraId="2A4F9AF2" w14:textId="77777777" w:rsidR="00F17EFC" w:rsidRDefault="00F17EFC" w:rsidP="001B45D4">
            <w:pPr>
              <w:pStyle w:val="CE-StandardText"/>
              <w:spacing w:before="0"/>
              <w:jc w:val="left"/>
              <w:rPr>
                <w:rFonts w:ascii="Calibri" w:eastAsiaTheme="minorHAnsi" w:hAnsi="Calibri" w:cs="Calibri"/>
                <w:b/>
                <w:iCs/>
                <w:noProof/>
                <w:color w:val="auto"/>
                <w:sz w:val="22"/>
                <w:szCs w:val="22"/>
                <w:lang w:eastAsia="de-AT"/>
              </w:rPr>
            </w:pPr>
          </w:p>
          <w:p w14:paraId="073A6301" w14:textId="3129C3F7" w:rsidR="00003D3C" w:rsidRPr="00857D04" w:rsidRDefault="00003D3C" w:rsidP="001B45D4">
            <w:pPr>
              <w:pStyle w:val="CE-StandardText"/>
              <w:spacing w:before="0"/>
              <w:jc w:val="left"/>
              <w:rPr>
                <w:rFonts w:ascii="Calibri" w:eastAsiaTheme="minorHAnsi" w:hAnsi="Calibri" w:cs="Calibri"/>
                <w:b/>
                <w:iCs/>
                <w:noProof/>
                <w:color w:val="auto"/>
                <w:sz w:val="22"/>
                <w:szCs w:val="22"/>
                <w:lang w:eastAsia="de-AT"/>
              </w:rPr>
            </w:pPr>
            <w:r w:rsidRPr="00857D04">
              <w:rPr>
                <w:rFonts w:ascii="Calibri" w:eastAsiaTheme="minorHAnsi" w:hAnsi="Calibri" w:cs="Calibri"/>
                <w:b/>
                <w:iCs/>
                <w:noProof/>
                <w:color w:val="auto"/>
                <w:sz w:val="22"/>
                <w:szCs w:val="22"/>
                <w:lang w:eastAsia="de-AT"/>
              </w:rPr>
              <w:t>Overall reasoning and justification</w:t>
            </w:r>
            <w:r>
              <w:rPr>
                <w:rFonts w:ascii="Calibri" w:eastAsiaTheme="minorHAnsi" w:hAnsi="Calibri" w:cs="Calibri"/>
                <w:b/>
                <w:iCs/>
                <w:noProof/>
                <w:color w:val="auto"/>
                <w:sz w:val="22"/>
                <w:szCs w:val="22"/>
                <w:lang w:eastAsia="de-AT"/>
              </w:rPr>
              <w:t xml:space="preserve"> for the modification</w:t>
            </w:r>
          </w:p>
        </w:tc>
      </w:tr>
      <w:tr w:rsidR="00003D3C" w:rsidRPr="00857D04" w14:paraId="11C014B9" w14:textId="77777777" w:rsidTr="0021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7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A0B5026" w14:textId="4D48FDBC" w:rsidR="00003D3C" w:rsidRPr="00857D04" w:rsidRDefault="00003D3C" w:rsidP="002634CB">
            <w:pPr>
              <w:pStyle w:val="CE-TableStandard"/>
              <w:spacing w:before="0" w:line="276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57D04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Please describe the requested modifications and provide an explanation on the reason why such modifications are required. In addition, in case of budget modification, please </w:t>
            </w:r>
            <w:r w:rsidR="00065121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deliver a budget reallocation table as </w:t>
            </w:r>
            <w:r w:rsidR="00FB6D4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an </w:t>
            </w:r>
            <w:proofErr w:type="spellStart"/>
            <w:r w:rsidR="00FB6D4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anne</w:t>
            </w:r>
            <w:r w:rsidR="00C046D1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x</w:t>
            </w:r>
            <w:r w:rsidR="00FB6D4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s</w:t>
            </w:r>
            <w:proofErr w:type="spellEnd"/>
            <w:r w:rsidR="00FB6D4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 to this document</w:t>
            </w:r>
            <w:r w:rsidRPr="00857D04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  <w:p w14:paraId="1F0EB19A" w14:textId="08CECF76" w:rsidR="00003D3C" w:rsidRPr="00857D04" w:rsidRDefault="00003D3C" w:rsidP="002634CB">
            <w:pPr>
              <w:pStyle w:val="CE-TableStandard"/>
              <w:spacing w:before="0" w:line="276" w:lineRule="auto"/>
              <w:jc w:val="both"/>
              <w:rPr>
                <w:rFonts w:ascii="Calibri" w:hAnsi="Calibri" w:cs="Calibri"/>
                <w:i/>
                <w:color w:val="auto"/>
                <w:sz w:val="22"/>
                <w:szCs w:val="22"/>
              </w:rPr>
            </w:pPr>
            <w:r w:rsidRPr="00857D04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Max. 2.000 characters</w:t>
            </w:r>
            <w:r w:rsidR="002634CB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!</w:t>
            </w:r>
          </w:p>
        </w:tc>
      </w:tr>
    </w:tbl>
    <w:p w14:paraId="2357B416" w14:textId="77777777" w:rsidR="004E785E" w:rsidRDefault="004E785E" w:rsidP="001B45D4">
      <w:pPr>
        <w:pStyle w:val="CE-StandardText"/>
        <w:spacing w:before="0"/>
        <w:rPr>
          <w:rFonts w:ascii="Calibri" w:hAnsi="Calibri" w:cs="Calibri"/>
          <w:color w:val="auto"/>
          <w:sz w:val="22"/>
          <w:szCs w:val="22"/>
        </w:rPr>
      </w:pPr>
    </w:p>
    <w:p w14:paraId="7994F574" w14:textId="6E0D89AA" w:rsidR="00B71BB4" w:rsidRPr="002A14D8" w:rsidRDefault="002A14D8" w:rsidP="001B45D4">
      <w:pPr>
        <w:pStyle w:val="CE-StandardText"/>
        <w:spacing w:before="0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A14D8">
        <w:rPr>
          <w:rFonts w:ascii="Calibri" w:hAnsi="Calibri" w:cs="Calibri"/>
          <w:b/>
          <w:bCs/>
          <w:color w:val="auto"/>
          <w:sz w:val="22"/>
          <w:szCs w:val="22"/>
        </w:rPr>
        <w:t>Reformulated text within relevant field in Jems (e.g. budget line “</w:t>
      </w:r>
      <w:proofErr w:type="gramStart"/>
      <w:r w:rsidRPr="002A14D8">
        <w:rPr>
          <w:rFonts w:ascii="Calibri" w:hAnsi="Calibri" w:cs="Calibri"/>
          <w:b/>
          <w:bCs/>
          <w:color w:val="auto"/>
          <w:sz w:val="22"/>
          <w:szCs w:val="22"/>
        </w:rPr>
        <w:t>Comments“ box</w:t>
      </w:r>
      <w:proofErr w:type="gramEnd"/>
      <w:r w:rsidRPr="002A14D8">
        <w:rPr>
          <w:rFonts w:ascii="Calibri" w:hAnsi="Calibri" w:cs="Calibri"/>
          <w:b/>
          <w:bCs/>
          <w:color w:val="auto"/>
          <w:sz w:val="22"/>
          <w:szCs w:val="22"/>
        </w:rPr>
        <w:t>):</w:t>
      </w:r>
    </w:p>
    <w:tbl>
      <w:tblPr>
        <w:tblStyle w:val="GridTable2-Accent61"/>
        <w:tblW w:w="9747" w:type="dxa"/>
        <w:tblLook w:val="0420" w:firstRow="1" w:lastRow="0" w:firstColumn="0" w:lastColumn="0" w:noHBand="0" w:noVBand="1"/>
      </w:tblPr>
      <w:tblGrid>
        <w:gridCol w:w="9747"/>
      </w:tblGrid>
      <w:tr w:rsidR="00654777" w:rsidRPr="00654777" w14:paraId="1B4A0323" w14:textId="77777777" w:rsidTr="006C33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BB33C0C" w14:textId="77777777" w:rsidR="00654777" w:rsidRDefault="002A14D8" w:rsidP="00654777">
            <w:pPr>
              <w:pStyle w:val="CE-StandardText"/>
              <w:rPr>
                <w:rFonts w:ascii="Calibri" w:hAnsi="Calibri" w:cs="Calibri"/>
                <w:bCs w:val="0"/>
                <w:i/>
                <w:color w:val="auto"/>
                <w:sz w:val="22"/>
                <w:szCs w:val="22"/>
              </w:rPr>
            </w:pPr>
            <w:r w:rsidRPr="002A14D8">
              <w:rPr>
                <w:rFonts w:ascii="Calibri" w:hAnsi="Calibri" w:cs="Calibri"/>
                <w:b w:val="0"/>
                <w:i/>
                <w:color w:val="auto"/>
                <w:sz w:val="22"/>
                <w:szCs w:val="22"/>
              </w:rPr>
              <w:t>Please bear in mind max. no. of characters allowed in relevant field in Jems!</w:t>
            </w:r>
          </w:p>
          <w:p w14:paraId="421ADAD5" w14:textId="56A7AED0" w:rsidR="002A14D8" w:rsidRPr="00654777" w:rsidRDefault="002A14D8" w:rsidP="00654777">
            <w:pPr>
              <w:pStyle w:val="CE-StandardText"/>
              <w:rPr>
                <w:rFonts w:ascii="Calibri" w:hAnsi="Calibri" w:cs="Calibri"/>
                <w:b w:val="0"/>
                <w:i/>
                <w:color w:val="auto"/>
                <w:sz w:val="22"/>
                <w:szCs w:val="22"/>
              </w:rPr>
            </w:pPr>
          </w:p>
        </w:tc>
      </w:tr>
    </w:tbl>
    <w:p w14:paraId="392A024A" w14:textId="77777777" w:rsidR="00B71BB4" w:rsidRDefault="00B71BB4" w:rsidP="001B45D4">
      <w:pPr>
        <w:pStyle w:val="CE-StandardText"/>
        <w:spacing w:before="0"/>
        <w:rPr>
          <w:rFonts w:ascii="Calibri" w:hAnsi="Calibri" w:cs="Calibri"/>
          <w:color w:val="auto"/>
          <w:sz w:val="22"/>
          <w:szCs w:val="22"/>
        </w:rPr>
      </w:pPr>
    </w:p>
    <w:p w14:paraId="2C9D4FA8" w14:textId="7676D9E5" w:rsidR="002A14D8" w:rsidRPr="002A14D8" w:rsidRDefault="002A14D8" w:rsidP="002A14D8">
      <w:pPr>
        <w:pStyle w:val="CE-StandardText"/>
        <w:spacing w:before="0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List of annexes</w:t>
      </w:r>
    </w:p>
    <w:tbl>
      <w:tblPr>
        <w:tblStyle w:val="GridTable2-Accent61"/>
        <w:tblW w:w="9747" w:type="dxa"/>
        <w:tblLook w:val="0420" w:firstRow="1" w:lastRow="0" w:firstColumn="0" w:lastColumn="0" w:noHBand="0" w:noVBand="1"/>
      </w:tblPr>
      <w:tblGrid>
        <w:gridCol w:w="9747"/>
      </w:tblGrid>
      <w:tr w:rsidR="002A14D8" w:rsidRPr="00654777" w14:paraId="2405A2BA" w14:textId="77777777" w:rsidTr="006C33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9E7932A" w14:textId="7639C102" w:rsidR="002A14D8" w:rsidRPr="00654777" w:rsidRDefault="00BC2899" w:rsidP="006C330E">
            <w:pPr>
              <w:pStyle w:val="CE-StandardText"/>
              <w:rPr>
                <w:rFonts w:ascii="Calibri" w:hAnsi="Calibri" w:cs="Calibri"/>
                <w:b w:val="0"/>
                <w:i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/>
                <w:color w:val="auto"/>
                <w:sz w:val="22"/>
                <w:szCs w:val="22"/>
              </w:rPr>
              <w:t>e.g., budget reallocation template</w:t>
            </w:r>
          </w:p>
        </w:tc>
      </w:tr>
    </w:tbl>
    <w:p w14:paraId="22A8AECF" w14:textId="77777777" w:rsidR="00654777" w:rsidRDefault="00654777" w:rsidP="001B45D4">
      <w:pPr>
        <w:pStyle w:val="CE-StandardText"/>
        <w:spacing w:before="0"/>
        <w:rPr>
          <w:rFonts w:ascii="Calibri" w:hAnsi="Calibri" w:cs="Calibri"/>
          <w:color w:val="auto"/>
          <w:sz w:val="22"/>
          <w:szCs w:val="22"/>
        </w:rPr>
      </w:pPr>
    </w:p>
    <w:p w14:paraId="6ECE95B5" w14:textId="77777777" w:rsidR="00654777" w:rsidRDefault="00654777" w:rsidP="001B45D4">
      <w:pPr>
        <w:pStyle w:val="CE-StandardText"/>
        <w:spacing w:before="0"/>
        <w:rPr>
          <w:rFonts w:ascii="Calibri" w:hAnsi="Calibri" w:cs="Calibri"/>
          <w:color w:val="auto"/>
          <w:sz w:val="22"/>
          <w:szCs w:val="22"/>
        </w:rPr>
      </w:pPr>
    </w:p>
    <w:tbl>
      <w:tblPr>
        <w:tblStyle w:val="GridTable4-Accent6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5" w:themeFillTint="33"/>
        <w:tblLook w:val="0480" w:firstRow="0" w:lastRow="0" w:firstColumn="1" w:lastColumn="0" w:noHBand="0" w:noVBand="1"/>
      </w:tblPr>
      <w:tblGrid>
        <w:gridCol w:w="3898"/>
        <w:gridCol w:w="5849"/>
      </w:tblGrid>
      <w:tr w:rsidR="00857D04" w:rsidRPr="00857D04" w14:paraId="5463F852" w14:textId="77777777" w:rsidTr="00770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8" w:type="dxa"/>
            <w:shd w:val="clear" w:color="auto" w:fill="DEEAF6" w:themeFill="accent5" w:themeFillTint="33"/>
          </w:tcPr>
          <w:p w14:paraId="76A482EF" w14:textId="377C3EEA" w:rsidR="00857D04" w:rsidRPr="00857D04" w:rsidRDefault="00857D04" w:rsidP="001B45D4">
            <w:pPr>
              <w:spacing w:before="0"/>
              <w:ind w:left="0" w:right="0"/>
              <w:jc w:val="left"/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</w:pPr>
            <w:r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lastRenderedPageBreak/>
              <w:t>Date</w:t>
            </w:r>
            <w:r w:rsidR="009E7B19"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t xml:space="preserve"> </w:t>
            </w:r>
          </w:p>
        </w:tc>
        <w:tc>
          <w:tcPr>
            <w:tcW w:w="5849" w:type="dxa"/>
            <w:shd w:val="clear" w:color="auto" w:fill="DEEAF6" w:themeFill="accent5" w:themeFillTint="33"/>
          </w:tcPr>
          <w:p w14:paraId="20400DF3" w14:textId="77777777" w:rsidR="00857D04" w:rsidRPr="00857D04" w:rsidRDefault="00857D04" w:rsidP="001B45D4">
            <w:pPr>
              <w:spacing w:before="0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14:paraId="37D6EC59" w14:textId="1AE83B3A" w:rsidR="00F17EFC" w:rsidRPr="00857D04" w:rsidRDefault="00F17EFC" w:rsidP="001B45D4">
      <w:pPr>
        <w:pStyle w:val="CE-StandardText"/>
        <w:spacing w:before="0"/>
        <w:rPr>
          <w:rFonts w:ascii="Calibri" w:hAnsi="Calibri" w:cs="Calibri"/>
          <w:color w:val="auto"/>
          <w:sz w:val="22"/>
          <w:szCs w:val="22"/>
        </w:rPr>
      </w:pPr>
    </w:p>
    <w:sectPr w:rsidR="00F17EFC" w:rsidRPr="00857D04" w:rsidSect="00872404">
      <w:headerReference w:type="default" r:id="rId7"/>
      <w:pgSz w:w="12240" w:h="15840"/>
      <w:pgMar w:top="1134" w:right="1134" w:bottom="851" w:left="1134" w:header="51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7EBAF" w14:textId="77777777" w:rsidR="00E06AE2" w:rsidRDefault="00E06AE2" w:rsidP="008D5E55">
      <w:pPr>
        <w:spacing w:line="240" w:lineRule="auto"/>
      </w:pPr>
      <w:r>
        <w:separator/>
      </w:r>
    </w:p>
  </w:endnote>
  <w:endnote w:type="continuationSeparator" w:id="0">
    <w:p w14:paraId="173C2BA2" w14:textId="77777777" w:rsidR="00E06AE2" w:rsidRDefault="00E06AE2" w:rsidP="008D5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9CE95" w14:textId="77777777" w:rsidR="00E06AE2" w:rsidRDefault="00E06AE2" w:rsidP="008D5E55">
      <w:pPr>
        <w:spacing w:line="240" w:lineRule="auto"/>
      </w:pPr>
      <w:r>
        <w:separator/>
      </w:r>
    </w:p>
  </w:footnote>
  <w:footnote w:type="continuationSeparator" w:id="0">
    <w:p w14:paraId="4E19D265" w14:textId="77777777" w:rsidR="00E06AE2" w:rsidRDefault="00E06AE2" w:rsidP="008D5E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FA5F3" w14:textId="0E958F08" w:rsidR="00AD0BD4" w:rsidRPr="00CC4942" w:rsidRDefault="00C463DD" w:rsidP="001B45D4">
    <w:pPr>
      <w:pStyle w:val="BasicParagraph"/>
      <w:suppressAutoHyphens/>
      <w:ind w:left="0" w:right="549"/>
      <w:jc w:val="left"/>
      <w:rPr>
        <w:rFonts w:ascii="Open Sans" w:hAnsi="Open Sans" w:cs="Open Sans"/>
        <w:sz w:val="16"/>
        <w:szCs w:val="16"/>
        <w14:ligatures w14:val="standard"/>
        <w14:numForm w14:val="oldStyle"/>
        <w14:numSpacing w14:val="proportional"/>
      </w:rPr>
    </w:pPr>
    <w:r>
      <w:rPr>
        <w:noProof/>
      </w:rPr>
      <w:drawing>
        <wp:inline distT="0" distB="0" distL="0" distR="0" wp14:anchorId="1A9CD1F7" wp14:editId="0D2FC315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332"/>
    <w:rsid w:val="00003D3C"/>
    <w:rsid w:val="00065121"/>
    <w:rsid w:val="0008698F"/>
    <w:rsid w:val="000C17F2"/>
    <w:rsid w:val="000C5CB8"/>
    <w:rsid w:val="000D1EB9"/>
    <w:rsid w:val="000E487D"/>
    <w:rsid w:val="001063BC"/>
    <w:rsid w:val="00160B7B"/>
    <w:rsid w:val="001B45D4"/>
    <w:rsid w:val="00211C7E"/>
    <w:rsid w:val="002345A5"/>
    <w:rsid w:val="00250E12"/>
    <w:rsid w:val="002634CB"/>
    <w:rsid w:val="00272B4A"/>
    <w:rsid w:val="002742CB"/>
    <w:rsid w:val="002A14D8"/>
    <w:rsid w:val="002A61E1"/>
    <w:rsid w:val="00313992"/>
    <w:rsid w:val="00315351"/>
    <w:rsid w:val="0036210C"/>
    <w:rsid w:val="00381492"/>
    <w:rsid w:val="00393D45"/>
    <w:rsid w:val="003F791D"/>
    <w:rsid w:val="00404F25"/>
    <w:rsid w:val="00424EC8"/>
    <w:rsid w:val="00451C30"/>
    <w:rsid w:val="00473287"/>
    <w:rsid w:val="0049434C"/>
    <w:rsid w:val="004B529F"/>
    <w:rsid w:val="004C4F3F"/>
    <w:rsid w:val="004D019B"/>
    <w:rsid w:val="004E785E"/>
    <w:rsid w:val="00514AF8"/>
    <w:rsid w:val="00573E05"/>
    <w:rsid w:val="005A6200"/>
    <w:rsid w:val="005C24A2"/>
    <w:rsid w:val="00654777"/>
    <w:rsid w:val="00663F58"/>
    <w:rsid w:val="006E5B4B"/>
    <w:rsid w:val="00706BF3"/>
    <w:rsid w:val="0071418C"/>
    <w:rsid w:val="007444B4"/>
    <w:rsid w:val="007555D4"/>
    <w:rsid w:val="0075607A"/>
    <w:rsid w:val="007704B7"/>
    <w:rsid w:val="00775BEE"/>
    <w:rsid w:val="007864A8"/>
    <w:rsid w:val="007A3BBA"/>
    <w:rsid w:val="007B17EA"/>
    <w:rsid w:val="007C4972"/>
    <w:rsid w:val="007D027A"/>
    <w:rsid w:val="007D056A"/>
    <w:rsid w:val="007E4E16"/>
    <w:rsid w:val="008002BD"/>
    <w:rsid w:val="008069B8"/>
    <w:rsid w:val="008344B6"/>
    <w:rsid w:val="00857D04"/>
    <w:rsid w:val="00872404"/>
    <w:rsid w:val="008D5E55"/>
    <w:rsid w:val="00925508"/>
    <w:rsid w:val="00941297"/>
    <w:rsid w:val="00993AB5"/>
    <w:rsid w:val="00995C14"/>
    <w:rsid w:val="009E7B19"/>
    <w:rsid w:val="00A00C30"/>
    <w:rsid w:val="00A375C5"/>
    <w:rsid w:val="00A91C26"/>
    <w:rsid w:val="00A96FEF"/>
    <w:rsid w:val="00AD0BD4"/>
    <w:rsid w:val="00B136BE"/>
    <w:rsid w:val="00B27060"/>
    <w:rsid w:val="00B71BB4"/>
    <w:rsid w:val="00B96361"/>
    <w:rsid w:val="00B97008"/>
    <w:rsid w:val="00BA5732"/>
    <w:rsid w:val="00BC07DB"/>
    <w:rsid w:val="00BC1D8E"/>
    <w:rsid w:val="00BC2899"/>
    <w:rsid w:val="00C046D1"/>
    <w:rsid w:val="00C45149"/>
    <w:rsid w:val="00C463DD"/>
    <w:rsid w:val="00C660AF"/>
    <w:rsid w:val="00CB31B4"/>
    <w:rsid w:val="00CC0BB5"/>
    <w:rsid w:val="00CC4942"/>
    <w:rsid w:val="00CF13C9"/>
    <w:rsid w:val="00D54A62"/>
    <w:rsid w:val="00DB290D"/>
    <w:rsid w:val="00DB5618"/>
    <w:rsid w:val="00DC038D"/>
    <w:rsid w:val="00DD70FC"/>
    <w:rsid w:val="00E03AA9"/>
    <w:rsid w:val="00E06AE2"/>
    <w:rsid w:val="00E539B5"/>
    <w:rsid w:val="00EB57AC"/>
    <w:rsid w:val="00EF419F"/>
    <w:rsid w:val="00F17EFC"/>
    <w:rsid w:val="00F30C66"/>
    <w:rsid w:val="00F449F3"/>
    <w:rsid w:val="00F70332"/>
    <w:rsid w:val="00FA0EC5"/>
    <w:rsid w:val="00FB0067"/>
    <w:rsid w:val="00FB6D4A"/>
    <w:rsid w:val="00FF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078C6"/>
  <w15:docId w15:val="{D8B4861E-2E53-4C26-B45A-617F9C38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54777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0"/>
      <w:szCs w:val="20"/>
      <w:lang w:val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5E55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D5E5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E55"/>
  </w:style>
  <w:style w:type="paragraph" w:styleId="Footer">
    <w:name w:val="footer"/>
    <w:basedOn w:val="Normal"/>
    <w:link w:val="FooterChar"/>
    <w:uiPriority w:val="99"/>
    <w:unhideWhenUsed/>
    <w:rsid w:val="008D5E5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E55"/>
  </w:style>
  <w:style w:type="paragraph" w:customStyle="1" w:styleId="BasicParagraph">
    <w:name w:val="[Basic Paragraph]"/>
    <w:basedOn w:val="Normal"/>
    <w:uiPriority w:val="99"/>
    <w:rsid w:val="008D5E5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4E78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CE-Footnote,Footnote"/>
    <w:basedOn w:val="CE-StandardText"/>
    <w:link w:val="FootnoteTextChar"/>
    <w:uiPriority w:val="99"/>
    <w:unhideWhenUsed/>
    <w:qFormat/>
    <w:rsid w:val="004E785E"/>
    <w:pPr>
      <w:spacing w:before="60" w:line="240" w:lineRule="auto"/>
    </w:pPr>
    <w:rPr>
      <w:color w:val="5B9BD5" w:themeColor="accent5"/>
      <w:sz w:val="17"/>
    </w:rPr>
  </w:style>
  <w:style w:type="character" w:customStyle="1" w:styleId="FootnoteTextChar">
    <w:name w:val="Footnote Text Char"/>
    <w:aliases w:val="CE-Footnote Char,Footnote Char"/>
    <w:basedOn w:val="DefaultParagraphFont"/>
    <w:link w:val="FootnoteText"/>
    <w:uiPriority w:val="99"/>
    <w:rsid w:val="004E785E"/>
    <w:rPr>
      <w:rFonts w:ascii="Trebuchet MS" w:eastAsia="Times New Roman" w:hAnsi="Trebuchet MS" w:cs="Times New Roman"/>
      <w:color w:val="5B9BD5" w:themeColor="accent5"/>
      <w:sz w:val="17"/>
      <w:szCs w:val="18"/>
      <w:lang w:val="en-GB"/>
    </w:rPr>
  </w:style>
  <w:style w:type="paragraph" w:customStyle="1" w:styleId="CE-StandardText">
    <w:name w:val="CE-StandardText"/>
    <w:basedOn w:val="Normal"/>
    <w:link w:val="CE-StandardTextZchn"/>
    <w:qFormat/>
    <w:rsid w:val="004E785E"/>
    <w:pPr>
      <w:ind w:left="0" w:right="0"/>
    </w:pPr>
    <w:rPr>
      <w:rFonts w:ascii="Trebuchet MS" w:hAnsi="Trebuchet MS"/>
      <w:color w:val="44546A" w:themeColor="text2"/>
      <w:szCs w:val="18"/>
      <w:lang w:val="en-GB"/>
    </w:rPr>
  </w:style>
  <w:style w:type="character" w:customStyle="1" w:styleId="CE-StandardTextZchn">
    <w:name w:val="CE-StandardText Zchn"/>
    <w:basedOn w:val="DefaultParagraphFont"/>
    <w:link w:val="CE-StandardText"/>
    <w:rsid w:val="004E785E"/>
    <w:rPr>
      <w:rFonts w:ascii="Trebuchet MS" w:eastAsia="Times New Roman" w:hAnsi="Trebuchet MS" w:cs="Times New Roman"/>
      <w:color w:val="44546A" w:themeColor="text2"/>
      <w:sz w:val="20"/>
      <w:szCs w:val="18"/>
      <w:lang w:val="en-GB"/>
    </w:rPr>
  </w:style>
  <w:style w:type="paragraph" w:customStyle="1" w:styleId="CE-HeadlineTitle">
    <w:name w:val="CE-Headline Title"/>
    <w:basedOn w:val="Normal"/>
    <w:link w:val="CE-HeadlineTitleZchn"/>
    <w:qFormat/>
    <w:rsid w:val="004E785E"/>
    <w:pPr>
      <w:spacing w:before="0" w:after="240" w:line="700" w:lineRule="exact"/>
      <w:ind w:left="0" w:right="0"/>
      <w:jc w:val="left"/>
    </w:pPr>
    <w:rPr>
      <w:rFonts w:ascii="Trebuchet MS" w:hAnsi="Trebuchet MS"/>
      <w:caps/>
      <w:color w:val="E7E6E6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CE-HeadlineTitleZchn">
    <w:name w:val="CE-Headline Title Zchn"/>
    <w:basedOn w:val="DefaultParagraphFont"/>
    <w:link w:val="CE-HeadlineTitle"/>
    <w:rsid w:val="004E785E"/>
    <w:rPr>
      <w:rFonts w:ascii="Trebuchet MS" w:eastAsia="Times New Roman" w:hAnsi="Trebuchet MS" w:cs="Times New Roman"/>
      <w:caps/>
      <w:color w:val="E7E6E6" w:themeColor="background2"/>
      <w:spacing w:val="-20"/>
      <w:kern w:val="72"/>
      <w:sz w:val="60"/>
      <w:szCs w:val="76"/>
      <w:lang w:val="en-GB"/>
      <w14:ligatures w14:val="standard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4E785E"/>
    <w:pPr>
      <w:spacing w:line="240" w:lineRule="auto"/>
      <w:jc w:val="left"/>
    </w:pPr>
    <w:rPr>
      <w:b/>
      <w:bCs/>
      <w:color w:val="FFFFFF" w:themeColor="background1"/>
    </w:rPr>
  </w:style>
  <w:style w:type="paragraph" w:customStyle="1" w:styleId="CE-TableStandard">
    <w:name w:val="CE-Table Standard"/>
    <w:basedOn w:val="CE-TableStandardWhite"/>
    <w:link w:val="CE-TableStandardZchn"/>
    <w:qFormat/>
    <w:rsid w:val="004E785E"/>
    <w:pPr>
      <w:spacing w:line="288" w:lineRule="auto"/>
    </w:pPr>
    <w:rPr>
      <w:b w:val="0"/>
      <w:color w:val="44546A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4E785E"/>
    <w:rPr>
      <w:rFonts w:ascii="Trebuchet MS" w:eastAsia="Times New Roman" w:hAnsi="Trebuchet MS" w:cs="Times New Roman"/>
      <w:b/>
      <w:bCs/>
      <w:color w:val="FFFFFF" w:themeColor="background1"/>
      <w:sz w:val="20"/>
      <w:szCs w:val="18"/>
      <w:lang w:val="en-GB"/>
    </w:rPr>
  </w:style>
  <w:style w:type="character" w:customStyle="1" w:styleId="CE-TableStandardZchn">
    <w:name w:val="CE-Table Standard Zchn"/>
    <w:basedOn w:val="CE-TableStandardWhiteZchn"/>
    <w:link w:val="CE-TableStandard"/>
    <w:rsid w:val="004E785E"/>
    <w:rPr>
      <w:rFonts w:ascii="Trebuchet MS" w:eastAsia="Times New Roman" w:hAnsi="Trebuchet MS" w:cs="Times New Roman"/>
      <w:b w:val="0"/>
      <w:bCs/>
      <w:color w:val="44546A" w:themeColor="text2"/>
      <w:sz w:val="17"/>
      <w:szCs w:val="18"/>
      <w:lang w:val="en-GB"/>
    </w:rPr>
  </w:style>
  <w:style w:type="paragraph" w:customStyle="1" w:styleId="CE-HeadlineSubtitle">
    <w:name w:val="CE-Headline Subtitle"/>
    <w:basedOn w:val="Normal"/>
    <w:link w:val="CE-HeadlineSubtitleZchn"/>
    <w:qFormat/>
    <w:rsid w:val="004E785E"/>
    <w:pPr>
      <w:keepNext/>
      <w:spacing w:before="80" w:after="80" w:line="240" w:lineRule="auto"/>
      <w:ind w:left="0" w:right="0"/>
      <w:jc w:val="left"/>
      <w:outlineLvl w:val="1"/>
    </w:pPr>
    <w:rPr>
      <w:rFonts w:ascii="Trebuchet MS" w:hAnsi="Trebuchet MS"/>
      <w:b/>
      <w:bCs/>
      <w:iCs/>
      <w:noProof/>
      <w:color w:val="E7E6E6" w:themeColor="background2"/>
      <w:spacing w:val="-10"/>
      <w:sz w:val="32"/>
      <w:szCs w:val="32"/>
      <w:lang w:val="en-GB" w:eastAsia="de-AT"/>
    </w:rPr>
  </w:style>
  <w:style w:type="character" w:customStyle="1" w:styleId="CE-HeadlineSubtitleZchn">
    <w:name w:val="CE-Headline Subtitle Zchn"/>
    <w:basedOn w:val="DefaultParagraphFont"/>
    <w:link w:val="CE-HeadlineSubtitle"/>
    <w:rsid w:val="004E785E"/>
    <w:rPr>
      <w:rFonts w:ascii="Trebuchet MS" w:eastAsia="Times New Roman" w:hAnsi="Trebuchet MS" w:cs="Times New Roman"/>
      <w:b/>
      <w:bCs/>
      <w:iCs/>
      <w:noProof/>
      <w:color w:val="E7E6E6" w:themeColor="background2"/>
      <w:spacing w:val="-10"/>
      <w:sz w:val="32"/>
      <w:szCs w:val="32"/>
      <w:lang w:val="en-GB" w:eastAsia="de-AT"/>
    </w:rPr>
  </w:style>
  <w:style w:type="table" w:customStyle="1" w:styleId="CE-Table2">
    <w:name w:val="CE-Table 2"/>
    <w:basedOn w:val="TableNormal"/>
    <w:uiPriority w:val="50"/>
    <w:rsid w:val="004E785E"/>
    <w:pPr>
      <w:spacing w:after="0" w:line="240" w:lineRule="auto"/>
    </w:pPr>
    <w:rPr>
      <w:rFonts w:ascii="Trebuchet MS" w:eastAsia="Times New Roman" w:hAnsi="Trebuchet MS" w:cs="Times New Roman"/>
      <w:sz w:val="18"/>
      <w:szCs w:val="20"/>
      <w:lang w:val="de-A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4E785E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4E785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-Accent61">
    <w:name w:val="Grid Table 3 - Accent 61"/>
    <w:basedOn w:val="TableNormal"/>
    <w:uiPriority w:val="48"/>
    <w:rsid w:val="002A61E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C07DB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7DB"/>
    <w:rPr>
      <w:rFonts w:ascii="Tahoma" w:eastAsia="Times New Roman" w:hAnsi="Tahoma" w:cs="Tahoma"/>
      <w:sz w:val="16"/>
      <w:szCs w:val="16"/>
      <w:lang w:val="de-AT"/>
    </w:rPr>
  </w:style>
  <w:style w:type="character" w:styleId="CommentReference">
    <w:name w:val="annotation reference"/>
    <w:basedOn w:val="DefaultParagraphFont"/>
    <w:uiPriority w:val="99"/>
    <w:semiHidden/>
    <w:unhideWhenUsed/>
    <w:rsid w:val="00514A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4AF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14AF8"/>
    <w:rPr>
      <w:rFonts w:ascii="Times New Roman" w:eastAsia="Times New Roman" w:hAnsi="Times New Roman" w:cs="Times New Roman"/>
      <w:sz w:val="20"/>
      <w:szCs w:val="20"/>
      <w:lang w:val="de-A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4A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AF8"/>
    <w:rPr>
      <w:rFonts w:ascii="Times New Roman" w:eastAsia="Times New Roman" w:hAnsi="Times New Roman" w:cs="Times New Roman"/>
      <w:b/>
      <w:bCs/>
      <w:sz w:val="20"/>
      <w:szCs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JANA~1.PAP\AppData\Local\Temp\7zO8FFFF879\memorandum_interreg_hr_sr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34F58-C375-4E68-9A00-187B2305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memorandum_interreg_hr_srb.dotx</Template>
  <TotalTime>1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Papić</dc:creator>
  <cp:lastModifiedBy>Davor Skocibusic</cp:lastModifiedBy>
  <cp:revision>3</cp:revision>
  <cp:lastPrinted>2017-09-29T08:00:00Z</cp:lastPrinted>
  <dcterms:created xsi:type="dcterms:W3CDTF">2024-09-06T13:51:00Z</dcterms:created>
  <dcterms:modified xsi:type="dcterms:W3CDTF">2024-09-15T15:36:00Z</dcterms:modified>
</cp:coreProperties>
</file>